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/>
    <w:p w:rsidR="00BA75F0" w:rsidRDefault="00BA75F0" w:rsidP="00BA75F0">
      <w:pPr>
        <w:rPr>
          <w:lang w:val="bg-BG"/>
        </w:rPr>
      </w:pPr>
    </w:p>
    <w:p w:rsidR="001159CE" w:rsidRDefault="001159CE" w:rsidP="00BA75F0">
      <w:pPr>
        <w:rPr>
          <w:lang w:val="bg-BG"/>
        </w:rPr>
      </w:pPr>
    </w:p>
    <w:p w:rsidR="001159CE" w:rsidRDefault="001159CE" w:rsidP="001159CE">
      <w:pPr>
        <w:jc w:val="both"/>
      </w:pPr>
    </w:p>
    <w:p w:rsidR="001159CE" w:rsidRPr="008E27E4" w:rsidRDefault="001159CE" w:rsidP="008E27E4">
      <w:pPr>
        <w:jc w:val="center"/>
        <w:rPr>
          <w:rFonts w:asciiTheme="minorHAnsi" w:hAnsiTheme="minorHAnsi" w:cstheme="minorHAnsi"/>
          <w:b/>
        </w:rPr>
      </w:pPr>
      <w:r w:rsidRPr="008E27E4">
        <w:rPr>
          <w:rFonts w:asciiTheme="minorHAnsi" w:hAnsiTheme="minorHAnsi" w:cstheme="minorHAnsi"/>
          <w:b/>
        </w:rPr>
        <w:t>З А П О В Е Д</w:t>
      </w:r>
    </w:p>
    <w:p w:rsidR="001159CE" w:rsidRPr="008E27E4" w:rsidRDefault="001159CE" w:rsidP="008E27E4">
      <w:pPr>
        <w:jc w:val="center"/>
        <w:rPr>
          <w:rFonts w:asciiTheme="minorHAnsi" w:hAnsiTheme="minorHAnsi" w:cstheme="minorHAnsi"/>
        </w:rPr>
      </w:pPr>
    </w:p>
    <w:p w:rsidR="001159CE" w:rsidRPr="008E27E4" w:rsidRDefault="001159CE" w:rsidP="008E27E4">
      <w:pPr>
        <w:jc w:val="center"/>
        <w:rPr>
          <w:rFonts w:asciiTheme="minorHAnsi" w:hAnsiTheme="minorHAnsi" w:cstheme="minorHAnsi"/>
          <w:b/>
        </w:rPr>
      </w:pPr>
      <w:r w:rsidRPr="008E27E4">
        <w:rPr>
          <w:rFonts w:asciiTheme="minorHAnsi" w:hAnsiTheme="minorHAnsi" w:cstheme="minorHAnsi"/>
          <w:b/>
        </w:rPr>
        <w:t>№ ПО-09-3021-3/25.09.2024г.</w:t>
      </w:r>
    </w:p>
    <w:p w:rsidR="001159CE" w:rsidRDefault="001159CE" w:rsidP="001159CE">
      <w:pPr>
        <w:jc w:val="both"/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E27E4">
        <w:rPr>
          <w:rFonts w:asciiTheme="minorHAnsi" w:hAnsiTheme="minorHAnsi" w:cstheme="minorHAnsi"/>
          <w:sz w:val="20"/>
          <w:szCs w:val="20"/>
        </w:rPr>
        <w:tab/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ПО-09-3021-2/20.09.2024 г. от комисията по чл. 37в, ал. 1 от ЗСПЗЗ, определена със Заповед № ПО-09-3021 от 30.7.2024 г. на директора на Областна дирекция "Земеделие" </w:t>
      </w:r>
      <w:r w:rsidR="00BA0586" w:rsidRPr="00827807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BA0586"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ПО-09-3021-1/30.8.2024 г. за землището на с. ДОЛНО КАМАРЦИ, ЕКАТТЕ 22647, община ГОРНА МАЛИНА, област СОФИЯ.</w:t>
      </w:r>
    </w:p>
    <w:p w:rsidR="001159CE" w:rsidRPr="00827807" w:rsidRDefault="001159CE" w:rsidP="001159CE">
      <w:pPr>
        <w:jc w:val="both"/>
        <w:rPr>
          <w:lang w:val="bg-BG"/>
        </w:rPr>
      </w:pPr>
    </w:p>
    <w:p w:rsidR="001159CE" w:rsidRPr="00827807" w:rsidRDefault="001159CE" w:rsidP="008E27E4">
      <w:pPr>
        <w:jc w:val="center"/>
        <w:rPr>
          <w:rFonts w:asciiTheme="minorHAnsi" w:hAnsiTheme="minorHAnsi" w:cstheme="minorHAnsi"/>
          <w:b/>
          <w:lang w:val="bg-BG"/>
        </w:rPr>
      </w:pPr>
      <w:r w:rsidRPr="00827807">
        <w:rPr>
          <w:rFonts w:asciiTheme="minorHAnsi" w:hAnsiTheme="minorHAnsi" w:cstheme="minorHAnsi"/>
          <w:b/>
          <w:lang w:val="bg-BG"/>
        </w:rPr>
        <w:t>О Д О Б Р Я В А М:</w:t>
      </w:r>
    </w:p>
    <w:p w:rsidR="001159CE" w:rsidRPr="00827807" w:rsidRDefault="001159CE" w:rsidP="001159CE">
      <w:pPr>
        <w:jc w:val="both"/>
        <w:rPr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lang w:val="bg-BG"/>
        </w:rPr>
        <w:tab/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ПО-09-3021-1/30.8.2024г., сключено за стопанската</w:t>
      </w:r>
      <w:r w:rsidR="00E07EBA"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827807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E07EBA"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827807">
        <w:rPr>
          <w:rFonts w:asciiTheme="minorHAnsi" w:hAnsiTheme="minorHAnsi" w:cstheme="minorHAnsi"/>
          <w:b/>
          <w:sz w:val="20"/>
          <w:szCs w:val="20"/>
          <w:lang w:val="bg-BG"/>
        </w:rPr>
        <w:t>ДОЛНО КАМАРЦИ</w:t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>, ЕКАТТЕ 22647, община ГОРНА МАЛИНА, област СОФИЯ, представено с доклад вх. №ПО-09-3021-2/20.09.2024 г. на комисията по чл. 37в, ал. 1 от ЗСПЗЗ, определена със Заповед № ПО-09-3021 от 30.7.2024 г. на директора на Областна дирекция "Земеделие" – СОФИЯ</w:t>
      </w:r>
      <w:r w:rsidR="00BA0586"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24 броя, допуснати до участие в процедурата и обхваща цялата площ от в размер на 5146,343 дка, определена за създаване на масиви за ползване в землището. 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ДОЛНО КАМАРЦИ,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BA0586"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827807">
        <w:rPr>
          <w:rFonts w:asciiTheme="minorHAnsi" w:hAnsiTheme="minorHAnsi" w:cstheme="minorHAnsi"/>
          <w:b/>
          <w:sz w:val="20"/>
          <w:szCs w:val="20"/>
          <w:lang w:val="bg-BG"/>
        </w:rPr>
        <w:t>Банкова сметка: IBAN BG57IABG80983301456701, Банка Интернешънъл Асет Банк, както следва: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1159CE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CE" w:rsidRPr="00827807" w:rsidRDefault="001159CE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1159CE" w:rsidRPr="00827807" w:rsidRDefault="001159CE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CE" w:rsidRPr="00827807" w:rsidRDefault="001159CE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CE" w:rsidRPr="00827807" w:rsidRDefault="001159CE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9CE" w:rsidRPr="00827807" w:rsidRDefault="001159CE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"ЕТ "БОИС 88 - БОЯН ПЕТРОВ"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35,980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1043,42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"ЕТ"МИГ-91"-ИВАЙЛО ГЪРБОВ"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16,963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491,93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АБВ ЗЕМЕДЕЛИЕ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52,927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1534,88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АГРО КАМАРЦИ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60,942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1767,32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ГАНА ЕФТИМОВА КЛЕЧКОВА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2,781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80,65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ГЕОРГИ АЛЕКСАНДРОВ ГЕОРГИЕВ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39,417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1143,09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ДЕСИСЛАВА ДИМИТРОВА ДЕЛИЙСКА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1,774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51,45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ДИМИТЪР ГЕОРГИЕВ ГАЙДАРОВ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20,011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580,32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lastRenderedPageBreak/>
              <w:t xml:space="preserve"> ДРАГОМИР НИКОЛОВ ГОСТЕВ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20,660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599,14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ЕМИЛИЯ ИВАНОВА ГАЙДАРОВА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0,386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11,19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ЗДРАВКО АТАНАСОВ МУТАФЧИЕВ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44,767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1298,24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ИВАН РАДЕВ ИВАНОВ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464,15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ЙОРДАН НИНОВ ДЕЛЧЕВ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16,803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487,29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ЛЕОНИД ЙОРДАНОВ ГОРАНОВ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43,109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1250,16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МАРИН ИВАНОВ МИХАЙЛСКИ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24,385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707,16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МАРИЯ ИВАНОВА ДЕЛЧЕВА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25,935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752,12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НИКИ-МАР -ЕООД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35,696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1 035,18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НИКОЛА ДИМИТРОВ КАЦАРОВ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1,064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30,86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НИКОЛАЙ СТОЙЧОВ НЕНКОВ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32,996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956,88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ПЛАМЕН СПАСОВ ПЕТРОВ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29,196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846,68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СПАС БОЯНОВ ПЕТРОВ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74,753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2167,84</w:t>
            </w:r>
          </w:p>
        </w:tc>
      </w:tr>
      <w:tr w:rsidR="008375FC" w:rsidRPr="00827807" w:rsidTr="00874150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ЦВЕТЕЛИН НИКОЛОВ ГОСТЕВ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12,015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29,00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5FC" w:rsidRPr="00827807" w:rsidRDefault="008375F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827807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348,44</w:t>
            </w:r>
          </w:p>
        </w:tc>
      </w:tr>
    </w:tbl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827807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27807" w:rsidRDefault="001159CE" w:rsidP="001159CE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827807">
        <w:rPr>
          <w:rFonts w:asciiTheme="minorHAnsi" w:hAnsiTheme="minorHAnsi" w:cstheme="minorHAnsi"/>
          <w:sz w:val="20"/>
          <w:szCs w:val="20"/>
          <w:lang w:val="bg-BG"/>
        </w:rPr>
        <w:t>Директор на Областна дирекция "Земеделие" - СОФИЯ</w:t>
      </w:r>
    </w:p>
    <w:p w:rsidR="001159CE" w:rsidRPr="00827807" w:rsidRDefault="001159CE" w:rsidP="001159CE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1159CE" w:rsidRPr="008E27E4" w:rsidRDefault="001159CE" w:rsidP="00BA75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11:14ч.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1159CE" w:rsidRPr="008E27E4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99" w:rsidRDefault="00B84F99">
      <w:r>
        <w:separator/>
      </w:r>
    </w:p>
  </w:endnote>
  <w:endnote w:type="continuationSeparator" w:id="0">
    <w:p w:rsidR="00B84F99" w:rsidRDefault="00B8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761FA8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761FA8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827807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99" w:rsidRDefault="00B84F99">
      <w:r>
        <w:separator/>
      </w:r>
    </w:p>
  </w:footnote>
  <w:footnote w:type="continuationSeparator" w:id="0">
    <w:p w:rsidR="00B84F99" w:rsidRDefault="00B84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827807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B7B8B"/>
    <w:rsid w:val="000C5047"/>
    <w:rsid w:val="000E2804"/>
    <w:rsid w:val="000E2F1C"/>
    <w:rsid w:val="000E46A8"/>
    <w:rsid w:val="000F691D"/>
    <w:rsid w:val="0010044E"/>
    <w:rsid w:val="00111688"/>
    <w:rsid w:val="00113853"/>
    <w:rsid w:val="001159CE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75B0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1E50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1FA8"/>
    <w:rsid w:val="00762DA8"/>
    <w:rsid w:val="00781F58"/>
    <w:rsid w:val="00782B6D"/>
    <w:rsid w:val="00785809"/>
    <w:rsid w:val="00787497"/>
    <w:rsid w:val="00790316"/>
    <w:rsid w:val="007947AE"/>
    <w:rsid w:val="00794F6B"/>
    <w:rsid w:val="007964C9"/>
    <w:rsid w:val="007A038F"/>
    <w:rsid w:val="007A06D3"/>
    <w:rsid w:val="007A6290"/>
    <w:rsid w:val="007A67D9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27807"/>
    <w:rsid w:val="008318FA"/>
    <w:rsid w:val="008324AB"/>
    <w:rsid w:val="00835BBA"/>
    <w:rsid w:val="008361AB"/>
    <w:rsid w:val="008374AD"/>
    <w:rsid w:val="008375FC"/>
    <w:rsid w:val="00847069"/>
    <w:rsid w:val="0085348A"/>
    <w:rsid w:val="0086367E"/>
    <w:rsid w:val="00871654"/>
    <w:rsid w:val="00872B4D"/>
    <w:rsid w:val="00874150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E27E4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0CA5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24864"/>
    <w:rsid w:val="00B4496C"/>
    <w:rsid w:val="00B45D58"/>
    <w:rsid w:val="00B54180"/>
    <w:rsid w:val="00B65B7A"/>
    <w:rsid w:val="00B83FD4"/>
    <w:rsid w:val="00B84F99"/>
    <w:rsid w:val="00B8734B"/>
    <w:rsid w:val="00B952F2"/>
    <w:rsid w:val="00B97B20"/>
    <w:rsid w:val="00BA0586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5C21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2CDC"/>
    <w:rsid w:val="00D864E4"/>
    <w:rsid w:val="00D86697"/>
    <w:rsid w:val="00D86C51"/>
    <w:rsid w:val="00D94649"/>
    <w:rsid w:val="00D965AC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07EBA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56756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0ED703E2"/>
  <w15:docId w15:val="{E29A06B0-1BA8-41C7-9F76-1905B92C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19CB9-F3D0-4289-932A-03D77A6C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252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2024-11-15T14:05:00Z</dcterms:modified>
  <cp:revision>50</cp:revision>
  <dc:title>ДО</dc:title>
</cp:coreProperties>
</file>